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461B0D">
      <w:bookmarkStart w:id="0" w:name="_GoBack"/>
      <w:bookmarkEnd w:id="0"/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D56625">
                      <w:pPr>
                        <w:tabs>
                          <w:tab w:val="right" w:pos="513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D56625">
                        <w:rPr>
                          <w:rFonts w:ascii="Times New Roman" w:hAnsi="Times New Roman"/>
                          <w:szCs w:val="24"/>
                        </w:rPr>
                        <w:tab/>
                      </w:r>
                      <w:r w:rsidR="00461B0D" w:rsidRPr="00D56625">
                        <w:rPr>
                          <w:sz w:val="20"/>
                        </w:rPr>
                        <w:fldChar w:fldCharType="begin"/>
                      </w:r>
                      <w:r w:rsidR="00461B0D" w:rsidRPr="00D56625">
                        <w:rPr>
                          <w:sz w:val="20"/>
                        </w:rPr>
                        <w:instrText xml:space="preserve"> FILENAME   \* MERGEFORMAT </w:instrText>
                      </w:r>
                      <w:r w:rsidR="00461B0D" w:rsidRPr="00D56625">
                        <w:rPr>
                          <w:sz w:val="20"/>
                        </w:rPr>
                        <w:fldChar w:fldCharType="separate"/>
                      </w:r>
                      <w:r w:rsidR="00A53F6B" w:rsidRPr="00D56625">
                        <w:rPr>
                          <w:rFonts w:ascii="Times New Roman" w:hAnsi="Times New Roman"/>
                          <w:noProof/>
                          <w:szCs w:val="24"/>
                        </w:rPr>
                        <w:t>HW89</w:t>
                      </w:r>
                      <w:r w:rsidR="00A53F6B" w:rsidRPr="00D56625">
                        <w:rPr>
                          <w:noProof/>
                          <w:sz w:val="20"/>
                        </w:rPr>
                        <w:t xml:space="preserve"> - Pythagorean &amp; Distance application</w:t>
                      </w:r>
                      <w:r w:rsidR="00461B0D" w:rsidRPr="00D56625">
                        <w:rPr>
                          <w:noProof/>
                          <w:sz w:val="20"/>
                        </w:rPr>
                        <w:fldChar w:fldCharType="end"/>
                      </w:r>
                      <w:r w:rsidR="00D56625">
                        <w:rPr>
                          <w:noProof/>
                          <w:sz w:val="20"/>
                        </w:rPr>
                        <w:t>.FormA</w:t>
                      </w:r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F7E7A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Mon, 26 Feb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CF575F" w:rsidRPr="009F629F" w:rsidRDefault="00CF575F" w:rsidP="00CF575F">
      <w:pPr>
        <w:pStyle w:val="ListParagraph"/>
        <w:numPr>
          <w:ilvl w:val="0"/>
          <w:numId w:val="4"/>
        </w:numPr>
        <w:spacing w:line="360" w:lineRule="auto"/>
      </w:pPr>
      <w:r w:rsidRPr="009F629F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248285</wp:posOffset>
            </wp:positionV>
            <wp:extent cx="2458085" cy="2424430"/>
            <wp:effectExtent l="19050" t="0" r="0" b="0"/>
            <wp:wrapTight wrapText="bothSides">
              <wp:wrapPolygon edited="0">
                <wp:start x="-167" y="0"/>
                <wp:lineTo x="-167" y="21385"/>
                <wp:lineTo x="21594" y="21385"/>
                <wp:lineTo x="21594" y="0"/>
                <wp:lineTo x="-167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158" b="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242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629F">
        <w:t xml:space="preserve">Draw a line connecting points P1 &amp; P2 and continuing through both the x &amp; y axis. </w:t>
      </w:r>
    </w:p>
    <w:p w:rsidR="00CF575F" w:rsidRDefault="00CF575F" w:rsidP="00CF575F">
      <w:pPr>
        <w:pStyle w:val="ListParagraph"/>
        <w:spacing w:line="360" w:lineRule="auto"/>
        <w:ind w:left="1440"/>
      </w:pPr>
      <w:r>
        <w:t xml:space="preserve">a) What </w:t>
      </w:r>
      <w:r w:rsidR="009F629F">
        <w:t>is the y-intercept</w:t>
      </w:r>
      <w:r>
        <w:t xml:space="preserve">? </w:t>
      </w:r>
      <w:r w:rsidR="009F629F">
        <w:rPr>
          <w:b/>
          <w:u w:val="single"/>
        </w:rPr>
        <w:t>b =</w:t>
      </w:r>
      <w:r>
        <w:t>__</w:t>
      </w:r>
      <w:r w:rsidR="009F629F">
        <w:t>__</w:t>
      </w:r>
      <w:r>
        <w:t xml:space="preserve">____ </w:t>
      </w:r>
    </w:p>
    <w:p w:rsidR="00CF575F" w:rsidRDefault="00CF575F" w:rsidP="00CF575F">
      <w:pPr>
        <w:pStyle w:val="ListParagraph"/>
        <w:spacing w:line="360" w:lineRule="auto"/>
        <w:ind w:left="1440"/>
      </w:pPr>
      <w:r>
        <w:t xml:space="preserve">b) What </w:t>
      </w:r>
      <w:r w:rsidR="009F629F">
        <w:t>is the slope</w:t>
      </w:r>
      <w:r>
        <w:t xml:space="preserve">? </w:t>
      </w:r>
      <w:r w:rsidR="009F629F">
        <w:rPr>
          <w:b/>
          <w:u w:val="single"/>
        </w:rPr>
        <w:t>m =</w:t>
      </w:r>
      <w:r>
        <w:t>__</w:t>
      </w:r>
      <w:r w:rsidR="009F629F">
        <w:t>___</w:t>
      </w:r>
      <w:r>
        <w:t>___</w:t>
      </w:r>
    </w:p>
    <w:p w:rsidR="00CF575F" w:rsidRDefault="00D56625" w:rsidP="00E37809">
      <w:pPr>
        <w:tabs>
          <w:tab w:val="left" w:pos="540"/>
        </w:tabs>
        <w:ind w:left="1080"/>
      </w:pPr>
      <w:r>
        <w:rPr>
          <w:noProof/>
        </w:rPr>
        <w:pict>
          <v:rect id="_x0000_s1034" style="position:absolute;left:0;text-align:left;margin-left:-164.9pt;margin-top:22.75pt;width:73.85pt;height:37.4pt;z-index:251667456" filled="f" stroked="f">
            <v:textbox>
              <w:txbxContent>
                <w:p w:rsidR="00D56625" w:rsidRPr="00D56625" w:rsidRDefault="00D56625">
                  <w:pPr>
                    <w:rPr>
                      <w:b/>
                      <w:sz w:val="28"/>
                    </w:rPr>
                  </w:pPr>
                  <w:r w:rsidRPr="00D56625">
                    <w:rPr>
                      <w:b/>
                      <w:sz w:val="28"/>
                    </w:rPr>
                    <w:t>(</w:t>
                  </w:r>
                  <w:r>
                    <w:rPr>
                      <w:b/>
                      <w:sz w:val="28"/>
                    </w:rPr>
                    <w:t xml:space="preserve">      ,    </w:t>
                  </w:r>
                  <w:r w:rsidRPr="00D56625">
                    <w:rPr>
                      <w:b/>
                      <w:sz w:val="28"/>
                    </w:rPr>
                    <w:t>)</w:t>
                  </w:r>
                </w:p>
                <w:p w:rsidR="00D56625" w:rsidRPr="00D56625" w:rsidRDefault="00D56625">
                  <w:pPr>
                    <w:rPr>
                      <w:b/>
                    </w:rPr>
                  </w:pPr>
                  <w:r w:rsidRPr="00D56625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 </w:t>
                  </w:r>
                  <w:r w:rsidRPr="00D56625">
                    <w:rPr>
                      <w:b/>
                    </w:rPr>
                    <w:t xml:space="preserve"> x</w:t>
                  </w:r>
                  <w:r>
                    <w:rPr>
                      <w:b/>
                      <w:vertAlign w:val="subscript"/>
                    </w:rPr>
                    <w:t>2</w:t>
                  </w:r>
                  <w:r w:rsidRPr="00D56625">
                    <w:rPr>
                      <w:b/>
                    </w:rPr>
                    <w:t xml:space="preserve"> , </w:t>
                  </w:r>
                  <w:r>
                    <w:rPr>
                      <w:b/>
                    </w:rPr>
                    <w:t xml:space="preserve"> </w:t>
                  </w:r>
                  <w:r w:rsidRPr="00D56625">
                    <w:rPr>
                      <w:b/>
                    </w:rPr>
                    <w:t>y</w:t>
                  </w:r>
                  <w:r>
                    <w:rPr>
                      <w:b/>
                      <w:vertAlign w:val="subscript"/>
                    </w:rPr>
                    <w:t>2</w:t>
                  </w:r>
                </w:p>
              </w:txbxContent>
            </v:textbox>
          </v:rect>
        </w:pict>
      </w:r>
      <w:r w:rsidR="00E37809">
        <w:t xml:space="preserve">c) </w:t>
      </w:r>
      <w:r w:rsidR="00CF575F">
        <w:t xml:space="preserve">Label the </w:t>
      </w:r>
      <w:r w:rsidR="00CF575F" w:rsidRPr="009F629F">
        <w:t>coordinates</w:t>
      </w:r>
      <w:r w:rsidR="00CF575F">
        <w:t xml:space="preserve"> of both points. </w:t>
      </w:r>
      <w:r w:rsidR="009F629F">
        <w:t xml:space="preserve">Then calculate the slope algebraically </w:t>
      </w:r>
      <w:r w:rsidR="00E37809">
        <w:t>using the 2 points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slope=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rise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run</m:t>
                </m:r>
              </m:den>
            </m:f>
            <m:r>
              <w:rPr>
                <w:rFonts w:ascii="Cambria Math" w:hAnsi="Cambria Math"/>
                <w:sz w:val="24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∆y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∆x</m:t>
                </m:r>
              </m:den>
            </m:f>
            <m:r>
              <w:rPr>
                <w:rFonts w:ascii="Cambria Math" w:hAnsi="Cambria Math"/>
                <w:sz w:val="24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b>
                </m:sSub>
              </m:den>
            </m:f>
            <m:ctrlPr>
              <w:rPr>
                <w:rFonts w:ascii="Cambria Math" w:eastAsiaTheme="minorEastAsia" w:hAnsi="Cambria Math"/>
                <w:i/>
                <w:sz w:val="24"/>
              </w:rPr>
            </m:ctrlPr>
          </m:e>
        </m:d>
      </m:oMath>
      <w:r w:rsidR="00E37809">
        <w:rPr>
          <w:rFonts w:eastAsiaTheme="minorEastAsia"/>
          <w:sz w:val="24"/>
        </w:rPr>
        <w:t>.</w:t>
      </w:r>
    </w:p>
    <w:p w:rsidR="00CF575F" w:rsidRDefault="00CF575F" w:rsidP="00CF575F">
      <w:pPr>
        <w:spacing w:line="360" w:lineRule="auto"/>
      </w:pPr>
    </w:p>
    <w:p w:rsidR="00CF575F" w:rsidRDefault="00D56625" w:rsidP="00CF575F">
      <w:pPr>
        <w:spacing w:line="360" w:lineRule="auto"/>
      </w:pPr>
      <w:r>
        <w:rPr>
          <w:noProof/>
        </w:rPr>
        <w:pict>
          <v:rect id="_x0000_s1033" style="position:absolute;margin-left:-118.2pt;margin-top:19.05pt;width:56.1pt;height:37.4pt;z-index:251666432" filled="f" stroked="f">
            <v:textbox>
              <w:txbxContent>
                <w:p w:rsidR="00D56625" w:rsidRPr="00D56625" w:rsidRDefault="00D56625">
                  <w:pPr>
                    <w:rPr>
                      <w:b/>
                      <w:sz w:val="28"/>
                    </w:rPr>
                  </w:pPr>
                  <w:r w:rsidRPr="00D56625">
                    <w:rPr>
                      <w:b/>
                      <w:sz w:val="28"/>
                    </w:rPr>
                    <w:t>(4, 3)</w:t>
                  </w:r>
                </w:p>
                <w:p w:rsidR="00D56625" w:rsidRPr="00D56625" w:rsidRDefault="00D56625">
                  <w:pPr>
                    <w:rPr>
                      <w:b/>
                    </w:rPr>
                  </w:pPr>
                  <w:r w:rsidRPr="00D56625">
                    <w:rPr>
                      <w:b/>
                    </w:rPr>
                    <w:t xml:space="preserve">  x</w:t>
                  </w:r>
                  <w:r w:rsidRPr="00D56625">
                    <w:rPr>
                      <w:b/>
                      <w:vertAlign w:val="subscript"/>
                    </w:rPr>
                    <w:t>1</w:t>
                  </w:r>
                  <w:r w:rsidRPr="00D56625">
                    <w:rPr>
                      <w:b/>
                    </w:rPr>
                    <w:t xml:space="preserve"> , y</w:t>
                  </w:r>
                  <w:r w:rsidRPr="00D56625">
                    <w:rPr>
                      <w:b/>
                      <w:vertAlign w:val="subscript"/>
                    </w:rPr>
                    <w:t>1</w:t>
                  </w:r>
                </w:p>
              </w:txbxContent>
            </v:textbox>
          </v:rect>
        </w:pict>
      </w:r>
    </w:p>
    <w:p w:rsidR="00CF575F" w:rsidRDefault="00CF575F" w:rsidP="00CF575F">
      <w:pPr>
        <w:spacing w:line="360" w:lineRule="auto"/>
      </w:pPr>
    </w:p>
    <w:p w:rsidR="00CF575F" w:rsidRPr="00CF575F" w:rsidRDefault="00E37809" w:rsidP="00E37809">
      <w:pPr>
        <w:spacing w:line="360" w:lineRule="auto"/>
      </w:pPr>
      <w:r>
        <w:t xml:space="preserve">d) </w:t>
      </w:r>
      <w:r w:rsidR="00CF575F">
        <w:t xml:space="preserve">Put the slope into the form </w:t>
      </w:r>
      <w:r w:rsidR="00CF575F" w:rsidRPr="00E37809">
        <w:rPr>
          <w:b/>
          <w:i/>
        </w:rPr>
        <w:t>y = mx + b</w:t>
      </w:r>
      <w:r w:rsidR="00CF575F">
        <w:t xml:space="preserve">. </w:t>
      </w:r>
    </w:p>
    <w:p w:rsidR="004A1C66" w:rsidRDefault="004A1C66" w:rsidP="00CF575F">
      <w:pPr>
        <w:spacing w:line="360" w:lineRule="auto"/>
      </w:pPr>
    </w:p>
    <w:p w:rsidR="00FC355B" w:rsidRDefault="00FC355B" w:rsidP="00CF575F">
      <w:pPr>
        <w:spacing w:line="360" w:lineRule="auto"/>
      </w:pPr>
    </w:p>
    <w:p w:rsidR="007B19AE" w:rsidRDefault="007B19AE" w:rsidP="00CF575F">
      <w:pPr>
        <w:spacing w:line="360" w:lineRule="auto"/>
      </w:pPr>
    </w:p>
    <w:p w:rsidR="009F629F" w:rsidRDefault="009F629F" w:rsidP="00E37809">
      <w:pPr>
        <w:pStyle w:val="ListParagraph"/>
        <w:numPr>
          <w:ilvl w:val="0"/>
          <w:numId w:val="5"/>
        </w:numPr>
      </w:pPr>
      <w:r>
        <w:t xml:space="preserve">Find the distance between the two points </w:t>
      </w:r>
      <w:r w:rsidRPr="00E37809">
        <w:rPr>
          <w:b/>
          <w:i/>
        </w:rPr>
        <w:t xml:space="preserve">using the </w:t>
      </w:r>
      <w:r w:rsidR="00663BB8" w:rsidRPr="00E37809">
        <w:rPr>
          <w:b/>
          <w:i/>
        </w:rPr>
        <w:t>distance formula</w:t>
      </w:r>
      <w:r w:rsidR="00663BB8">
        <w:t xml:space="preserve">. (You may </w:t>
      </w:r>
      <w:r w:rsidR="00663BB8" w:rsidRPr="00E37809">
        <w:rPr>
          <w:b/>
          <w:i/>
        </w:rPr>
        <w:t>check</w:t>
      </w:r>
      <w:r w:rsidR="00663BB8">
        <w:t xml:space="preserve"> your work by counting &amp; using</w:t>
      </w:r>
      <w:r w:rsidR="007B19AE">
        <w:t xml:space="preserve"> the Pythagorean theorem, but you must show that you can use the </w:t>
      </w:r>
      <w:r w:rsidR="007B19AE" w:rsidRPr="00E37809">
        <w:rPr>
          <w:u w:val="single"/>
        </w:rPr>
        <w:t>distance</w:t>
      </w:r>
      <w:r w:rsidR="007B19AE">
        <w:t xml:space="preserve"> formula here.)</w:t>
      </w:r>
    </w:p>
    <w:p w:rsidR="007B19AE" w:rsidRDefault="007B19AE"/>
    <w:p w:rsidR="007B19AE" w:rsidRDefault="007B19AE"/>
    <w:p w:rsidR="007B19AE" w:rsidRDefault="007B19AE"/>
    <w:p w:rsidR="007B19AE" w:rsidRDefault="007B19AE"/>
    <w:p w:rsidR="007B19AE" w:rsidRDefault="007B19AE"/>
    <w:p w:rsidR="007B19AE" w:rsidRDefault="007B19AE"/>
    <w:p w:rsidR="007B19AE" w:rsidRDefault="007B19AE">
      <w:pPr>
        <w:pBdr>
          <w:bottom w:val="single" w:sz="12" w:space="1" w:color="auto"/>
        </w:pBdr>
      </w:pPr>
    </w:p>
    <w:p w:rsidR="007B19AE" w:rsidRDefault="007B19AE"/>
    <w:p w:rsidR="00E37809" w:rsidRPr="009F629F" w:rsidRDefault="00E37809" w:rsidP="00383313">
      <w:pPr>
        <w:pStyle w:val="ListParagraph"/>
        <w:numPr>
          <w:ilvl w:val="0"/>
          <w:numId w:val="4"/>
        </w:numPr>
        <w:spacing w:line="360" w:lineRule="auto"/>
        <w:ind w:left="360"/>
      </w:pPr>
      <w:r>
        <w:rPr>
          <w:noProof/>
        </w:rPr>
        <w:drawing>
          <wp:anchor distT="0" distB="0" distL="114300" distR="114300" simplePos="0" relativeHeight="251653120" behindDoc="1" locked="0" layoutInCell="1" allowOverlap="1" wp14:anchorId="6D6A7C59" wp14:editId="29315E6A">
            <wp:simplePos x="0" y="0"/>
            <wp:positionH relativeFrom="column">
              <wp:posOffset>-133350</wp:posOffset>
            </wp:positionH>
            <wp:positionV relativeFrom="paragraph">
              <wp:posOffset>262890</wp:posOffset>
            </wp:positionV>
            <wp:extent cx="2531110" cy="2457450"/>
            <wp:effectExtent l="19050" t="0" r="2540" b="0"/>
            <wp:wrapTight wrapText="bothSides">
              <wp:wrapPolygon edited="0">
                <wp:start x="-163" y="0"/>
                <wp:lineTo x="-163" y="21433"/>
                <wp:lineTo x="21622" y="21433"/>
                <wp:lineTo x="21622" y="0"/>
                <wp:lineTo x="-163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11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629F">
        <w:t xml:space="preserve">Draw a line connecting points P1 &amp; P2 and continuing through both the x &amp; y axis. </w:t>
      </w:r>
      <w:r w:rsidR="00383313">
        <w:t xml:space="preserve"> </w:t>
      </w:r>
      <w:r w:rsidR="00383313">
        <w:rPr>
          <w:b/>
          <w:i/>
        </w:rPr>
        <w:t xml:space="preserve">Label </w:t>
      </w:r>
      <w:r w:rsidR="00383313" w:rsidRPr="00383313">
        <w:rPr>
          <w:b/>
          <w:i/>
          <w:u w:val="single"/>
        </w:rPr>
        <w:t>coordinates</w:t>
      </w:r>
      <w:r w:rsidR="00383313">
        <w:rPr>
          <w:b/>
          <w:i/>
        </w:rPr>
        <w:t xml:space="preserve"> &amp; </w:t>
      </w:r>
      <w:r w:rsidR="00383313" w:rsidRPr="00383313">
        <w:rPr>
          <w:b/>
          <w:i/>
          <w:u w:val="single"/>
        </w:rPr>
        <w:t>x</w:t>
      </w:r>
      <w:r w:rsidR="00383313" w:rsidRPr="00383313">
        <w:rPr>
          <w:b/>
          <w:i/>
          <w:u w:val="single"/>
          <w:vertAlign w:val="subscript"/>
        </w:rPr>
        <w:t>1</w:t>
      </w:r>
      <w:r w:rsidR="00383313" w:rsidRPr="00383313">
        <w:rPr>
          <w:b/>
          <w:i/>
          <w:u w:val="single"/>
        </w:rPr>
        <w:t>, y</w:t>
      </w:r>
      <w:r w:rsidR="00383313" w:rsidRPr="00383313">
        <w:rPr>
          <w:b/>
          <w:i/>
          <w:u w:val="single"/>
          <w:vertAlign w:val="subscript"/>
        </w:rPr>
        <w:t>1</w:t>
      </w:r>
    </w:p>
    <w:p w:rsidR="00E37809" w:rsidRDefault="00E37809" w:rsidP="00E37809">
      <w:pPr>
        <w:tabs>
          <w:tab w:val="left" w:pos="540"/>
        </w:tabs>
      </w:pPr>
      <w:r>
        <w:t>a) Calculate the slope from the two points.</w:t>
      </w:r>
    </w:p>
    <w:p w:rsidR="00E37809" w:rsidRDefault="00E37809" w:rsidP="00E37809">
      <w:pPr>
        <w:spacing w:line="360" w:lineRule="auto"/>
      </w:pPr>
    </w:p>
    <w:p w:rsidR="00E37809" w:rsidRDefault="00E37809" w:rsidP="00E37809">
      <w:pPr>
        <w:spacing w:line="360" w:lineRule="auto"/>
      </w:pPr>
    </w:p>
    <w:p w:rsidR="00E37809" w:rsidRDefault="00E37809" w:rsidP="00E37809">
      <w:pPr>
        <w:spacing w:line="360" w:lineRule="auto"/>
      </w:pPr>
    </w:p>
    <w:p w:rsidR="00E37809" w:rsidRPr="00E37809" w:rsidRDefault="00E37809" w:rsidP="00E37809">
      <w:r>
        <w:t xml:space="preserve">b) Put the slope into the form </w:t>
      </w:r>
      <w:r w:rsidRPr="00E37809">
        <w:rPr>
          <w:b/>
          <w:i/>
        </w:rPr>
        <w:t>y = mx + b</w:t>
      </w:r>
      <w:r>
        <w:t xml:space="preserve">. Pick one of the coordinates &amp; plug in for </w:t>
      </w:r>
      <w:r>
        <w:rPr>
          <w:b/>
          <w:i/>
        </w:rPr>
        <w:t>x</w:t>
      </w:r>
      <w:r>
        <w:t xml:space="preserve"> &amp; </w:t>
      </w:r>
      <w:r>
        <w:rPr>
          <w:b/>
          <w:i/>
        </w:rPr>
        <w:t>y</w:t>
      </w:r>
      <w:r>
        <w:t xml:space="preserve"> to find the y-intercept (</w:t>
      </w:r>
      <w:r>
        <w:rPr>
          <w:b/>
          <w:i/>
        </w:rPr>
        <w:t>b</w:t>
      </w:r>
      <w:r>
        <w:t>).</w:t>
      </w:r>
    </w:p>
    <w:p w:rsidR="00E37809" w:rsidRDefault="00E37809" w:rsidP="00E37809">
      <w:pPr>
        <w:spacing w:line="360" w:lineRule="auto"/>
      </w:pPr>
    </w:p>
    <w:p w:rsidR="00E37809" w:rsidRDefault="00E37809" w:rsidP="00E37809">
      <w:pPr>
        <w:spacing w:line="360" w:lineRule="auto"/>
      </w:pPr>
    </w:p>
    <w:p w:rsidR="00AF7E7A" w:rsidRDefault="00AF7E7A" w:rsidP="00E37809">
      <w:pPr>
        <w:spacing w:line="360" w:lineRule="auto"/>
      </w:pPr>
    </w:p>
    <w:p w:rsidR="00E37809" w:rsidRDefault="00E37809" w:rsidP="00E37809">
      <w:pPr>
        <w:spacing w:line="360" w:lineRule="auto"/>
      </w:pPr>
    </w:p>
    <w:p w:rsidR="00FC355B" w:rsidRDefault="00AF7E7A">
      <w:r>
        <w:t xml:space="preserve">c) </w:t>
      </w:r>
      <w:r w:rsidR="00E37809">
        <w:t xml:space="preserve">Find the distance between the two points </w:t>
      </w:r>
      <w:r w:rsidR="00E37809" w:rsidRPr="00E37809">
        <w:rPr>
          <w:b/>
          <w:i/>
        </w:rPr>
        <w:t>using the distance formula</w:t>
      </w:r>
      <w:r w:rsidR="00E37809">
        <w:t xml:space="preserve">. </w:t>
      </w:r>
    </w:p>
    <w:p w:rsidR="00E37809" w:rsidRDefault="00E37809"/>
    <w:p w:rsidR="00E37809" w:rsidRDefault="00E37809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AF7E7A" w:rsidRDefault="00AF7E7A" w:rsidP="00AF7E7A">
      <w:pPr>
        <w:pStyle w:val="ListParagraph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Put the following points on the coordinate plane below: </w:t>
      </w:r>
      <m:oMath>
        <m:r>
          <m:rPr>
            <m:sty m:val="bi"/>
          </m:rPr>
          <w:rPr>
            <w:rFonts w:ascii="Cambria Math" w:hAnsi="Cambria Math"/>
          </w:rPr>
          <m:t>A (-27 , -24)</m:t>
        </m:r>
      </m:oMath>
      <w:r>
        <w:rPr>
          <w:rFonts w:ascii="Calibri" w:eastAsiaTheme="minorEastAsia" w:hAnsi="Calibri"/>
        </w:rPr>
        <w:t xml:space="preserve"> and </w:t>
      </w:r>
      <m:oMath>
        <m:r>
          <m:rPr>
            <m:sty m:val="bi"/>
          </m:rPr>
          <w:rPr>
            <w:rFonts w:ascii="Cambria Math" w:eastAsiaTheme="minorEastAsia" w:hAnsi="Cambria Math"/>
          </w:rPr>
          <m:t>B (60, -53)</m:t>
        </m:r>
      </m:oMath>
      <w:r>
        <w:rPr>
          <w:rFonts w:ascii="Calibri" w:eastAsiaTheme="minorEastAsia" w:hAnsi="Calibri"/>
        </w:rPr>
        <w:t xml:space="preserve">. </w:t>
      </w:r>
      <w:r>
        <w:rPr>
          <w:rFonts w:ascii="Calibri" w:eastAsiaTheme="minorEastAsia" w:hAnsi="Calibri"/>
        </w:rPr>
        <w:br/>
        <w:t xml:space="preserve">(This is a rough sketch – it does </w:t>
      </w:r>
      <w:r>
        <w:rPr>
          <w:rFonts w:ascii="Calibri" w:eastAsiaTheme="minorEastAsia" w:hAnsi="Calibri"/>
          <w:u w:val="single"/>
        </w:rPr>
        <w:t>not</w:t>
      </w:r>
      <w:r>
        <w:rPr>
          <w:rFonts w:ascii="Calibri" w:eastAsiaTheme="minorEastAsia" w:hAnsi="Calibri"/>
        </w:rPr>
        <w:t xml:space="preserve"> need to be to scale or have lines drawn in.)</w:t>
      </w:r>
    </w:p>
    <w:p w:rsidR="00023C37" w:rsidRPr="00A96D45" w:rsidRDefault="00023C37" w:rsidP="00023C37">
      <w:pPr>
        <w:pStyle w:val="ListParagraph"/>
        <w:numPr>
          <w:ilvl w:val="0"/>
          <w:numId w:val="7"/>
        </w:numPr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105314</wp:posOffset>
            </wp:positionH>
            <wp:positionV relativeFrom="paragraph">
              <wp:posOffset>12688</wp:posOffset>
            </wp:positionV>
            <wp:extent cx="2008158" cy="2018581"/>
            <wp:effectExtent l="19050" t="0" r="0" b="0"/>
            <wp:wrapNone/>
            <wp:docPr id="5" name="Picture 1" descr="http://01.edu-cdn.com/files/static/learningexpressllc/9781576856604/The_Coordinate_Plane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01.edu-cdn.com/files/static/learningexpressllc/9781576856604/The_Coordinate_Plane_0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158" cy="2018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6625" w:rsidRPr="00D56625">
        <w:rPr>
          <w:rFonts w:ascii="Calibri" w:hAnsi="Calibri"/>
        </w:rPr>
        <w:t xml:space="preserve"> </w:t>
      </w:r>
      <w:r w:rsidR="00D56625">
        <w:rPr>
          <w:rFonts w:ascii="Calibri" w:hAnsi="Calibri"/>
        </w:rPr>
        <w:t>Use the distance formula to find the distance between the two points.</w:t>
      </w:r>
      <w:r>
        <w:rPr>
          <w:rFonts w:ascii="Calibri" w:hAnsi="Calibri"/>
        </w:rPr>
        <w:t>.</w:t>
      </w:r>
    </w:p>
    <w:p w:rsidR="00023C37" w:rsidRPr="00A96D45" w:rsidRDefault="00D56625" w:rsidP="00A96D45">
      <w:pPr>
        <w:spacing w:line="360" w:lineRule="auto"/>
        <w:ind w:left="3510"/>
        <w:rPr>
          <w:rFonts w:ascii="Calibri" w:eastAsiaTheme="minorEastAsia" w:hAnsi="Calibri"/>
          <w:b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</w:rPr>
            <m:t>distance=</m:t>
          </m:r>
          <m:rad>
            <m:radPr>
              <m:degHide m:val="1"/>
              <m:ctrlPr>
                <w:rPr>
                  <w:rFonts w:ascii="Cambria Math" w:hAnsi="Cambria Math"/>
                  <w:b/>
                  <w:i/>
                  <w:szCs w:val="20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  <w:sz w:val="28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i/>
                              <w:sz w:val="28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28"/>
                              <w:szCs w:val="20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28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0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i/>
                              <w:sz w:val="28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28"/>
                              <w:szCs w:val="20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28"/>
                              <w:szCs w:val="20"/>
                            </w:rPr>
                            <m:t>2</m:t>
                          </m:r>
                        </m:sub>
                      </m:sSub>
                      <m:ctrlPr>
                        <w:rPr>
                          <w:rFonts w:ascii="Cambria Math" w:hAnsi="Cambria Math" w:cs="Arial"/>
                          <w:b/>
                          <w:i/>
                          <w:sz w:val="28"/>
                          <w:szCs w:val="20"/>
                        </w:rPr>
                      </m:ctrlP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0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  <w:sz w:val="28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8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i/>
                              <w:sz w:val="28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28"/>
                              <w:szCs w:val="20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28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8"/>
                          <w:szCs w:val="20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i/>
                              <w:sz w:val="28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28"/>
                              <w:szCs w:val="20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28"/>
                              <w:szCs w:val="20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0"/>
                    </w:rPr>
                    <m:t>2</m:t>
                  </m:r>
                </m:sup>
              </m:sSup>
            </m:e>
          </m:rad>
        </m:oMath>
      </m:oMathPara>
    </w:p>
    <w:p w:rsidR="00A96D45" w:rsidRPr="00A96D45" w:rsidRDefault="00A96D45" w:rsidP="00D56625">
      <w:pPr>
        <w:ind w:left="3510"/>
        <w:rPr>
          <w:rFonts w:ascii="Calibri" w:hAnsi="Calibri"/>
          <w:b/>
          <w:i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tab/>
      </w:r>
      <w:r w:rsidRPr="00A96D45">
        <w:rPr>
          <w:rFonts w:ascii="Calibri" w:hAnsi="Calibri"/>
          <w:b/>
          <w:i/>
          <w:sz w:val="24"/>
        </w:rPr>
        <w:t xml:space="preserve">d = </w:t>
      </w:r>
    </w:p>
    <w:p w:rsidR="00023C37" w:rsidRDefault="00023C37" w:rsidP="00023C37">
      <w:pPr>
        <w:rPr>
          <w:rFonts w:ascii="Calibri" w:hAnsi="Calibri"/>
        </w:rPr>
      </w:pPr>
    </w:p>
    <w:p w:rsidR="00023C37" w:rsidRDefault="00023C37" w:rsidP="00023C37">
      <w:pPr>
        <w:rPr>
          <w:rFonts w:ascii="Calibri" w:hAnsi="Calibri"/>
        </w:rPr>
      </w:pPr>
    </w:p>
    <w:p w:rsidR="00023C37" w:rsidRDefault="00A96D45" w:rsidP="00023C37">
      <w:pPr>
        <w:rPr>
          <w:rFonts w:ascii="Calibri" w:hAnsi="Calibri"/>
        </w:rPr>
      </w:pPr>
      <w:r>
        <w:rPr>
          <w:noProof/>
        </w:rPr>
        <w:pict>
          <v:rect id="_x0000_s1035" style="position:absolute;margin-left:-16.55pt;margin-top:12.8pt;width:99.1pt;height:54.25pt;z-index:251668480" filled="f" stroked="f">
            <v:textbox style="mso-next-textbox:#_x0000_s1035">
              <w:txbxContent>
                <w:p w:rsidR="00D56625" w:rsidRDefault="00D56625" w:rsidP="00D56625">
                  <w:pPr>
                    <w:spacing w:line="216" w:lineRule="auto"/>
                    <w:rPr>
                      <w:b/>
                      <w:sz w:val="28"/>
                    </w:rPr>
                  </w:pPr>
                  <w:r>
                    <w:rPr>
                      <w:rFonts w:ascii="Calibri" w:hAnsi="Calibri"/>
                      <w:b/>
                      <w:sz w:val="28"/>
                    </w:rPr>
                    <w:t xml:space="preserve">               ▪ A</w:t>
                  </w:r>
                </w:p>
                <w:p w:rsidR="00D56625" w:rsidRPr="00D56625" w:rsidRDefault="00D56625" w:rsidP="00D56625">
                  <w:pPr>
                    <w:spacing w:line="216" w:lineRule="auto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(-27, -24</w:t>
                  </w:r>
                  <w:r w:rsidRPr="00D56625">
                    <w:rPr>
                      <w:b/>
                      <w:sz w:val="28"/>
                    </w:rPr>
                    <w:t>)</w:t>
                  </w:r>
                </w:p>
                <w:p w:rsidR="00D56625" w:rsidRPr="00D56625" w:rsidRDefault="00D56625" w:rsidP="00D56625">
                  <w:pPr>
                    <w:spacing w:line="216" w:lineRule="auto"/>
                    <w:rPr>
                      <w:b/>
                    </w:rPr>
                  </w:pPr>
                  <w:r w:rsidRPr="00D56625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 </w:t>
                  </w:r>
                  <w:r w:rsidRPr="00D56625">
                    <w:rPr>
                      <w:b/>
                    </w:rPr>
                    <w:t xml:space="preserve"> x</w:t>
                  </w:r>
                  <w:r>
                    <w:rPr>
                      <w:b/>
                      <w:vertAlign w:val="subscript"/>
                    </w:rPr>
                    <w:t>1</w:t>
                  </w:r>
                  <w:r w:rsidRPr="00D56625">
                    <w:rPr>
                      <w:b/>
                    </w:rPr>
                    <w:t xml:space="preserve"> , </w:t>
                  </w:r>
                  <w:r>
                    <w:rPr>
                      <w:b/>
                    </w:rPr>
                    <w:t xml:space="preserve"> </w:t>
                  </w:r>
                  <w:r w:rsidRPr="00D56625">
                    <w:rPr>
                      <w:b/>
                    </w:rPr>
                    <w:t>y</w:t>
                  </w:r>
                  <w:r>
                    <w:rPr>
                      <w:b/>
                      <w:vertAlign w:val="subscript"/>
                    </w:rPr>
                    <w:t>1</w:t>
                  </w:r>
                </w:p>
              </w:txbxContent>
            </v:textbox>
          </v:rect>
        </w:pict>
      </w:r>
    </w:p>
    <w:p w:rsidR="00023C37" w:rsidRPr="00023C37" w:rsidRDefault="00A96D45" w:rsidP="00023C37">
      <w:pPr>
        <w:rPr>
          <w:rFonts w:ascii="Calibri" w:hAnsi="Calibri"/>
        </w:rPr>
      </w:pPr>
      <w:r>
        <w:rPr>
          <w:noProof/>
        </w:rPr>
        <w:pict>
          <v:rect id="_x0000_s1037" style="position:absolute;margin-left:127.45pt;margin-top:7.7pt;width:82.25pt;height:54.25pt;z-index:251669504" filled="f" stroked="f">
            <v:textbox style="mso-next-textbox:#_x0000_s1037">
              <w:txbxContent>
                <w:p w:rsidR="00D56625" w:rsidRPr="00D56625" w:rsidRDefault="00D56625" w:rsidP="00D56625">
                  <w:pPr>
                    <w:spacing w:line="216" w:lineRule="auto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 (60, -53</w:t>
                  </w:r>
                  <w:r w:rsidRPr="00D56625">
                    <w:rPr>
                      <w:b/>
                      <w:sz w:val="28"/>
                    </w:rPr>
                    <w:t>)</w:t>
                  </w:r>
                </w:p>
                <w:p w:rsidR="00D56625" w:rsidRPr="00D56625" w:rsidRDefault="00D56625" w:rsidP="00D56625">
                  <w:pPr>
                    <w:spacing w:line="216" w:lineRule="auto"/>
                    <w:rPr>
                      <w:b/>
                      <w:vertAlign w:val="subscript"/>
                    </w:rPr>
                  </w:pPr>
                  <w:r w:rsidRPr="00D56625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   </w:t>
                  </w:r>
                  <w:r w:rsidRPr="00D56625">
                    <w:rPr>
                      <w:b/>
                    </w:rPr>
                    <w:t xml:space="preserve"> x</w:t>
                  </w:r>
                  <w:r>
                    <w:rPr>
                      <w:b/>
                      <w:vertAlign w:val="subscript"/>
                    </w:rPr>
                    <w:t>2</w:t>
                  </w:r>
                  <w:r w:rsidRPr="00D56625">
                    <w:rPr>
                      <w:b/>
                    </w:rPr>
                    <w:t xml:space="preserve"> , </w:t>
                  </w:r>
                  <w:r>
                    <w:rPr>
                      <w:b/>
                    </w:rPr>
                    <w:t xml:space="preserve"> </w:t>
                  </w:r>
                  <w:r w:rsidRPr="00D56625">
                    <w:rPr>
                      <w:b/>
                    </w:rPr>
                    <w:t>y</w:t>
                  </w:r>
                  <w:r>
                    <w:rPr>
                      <w:b/>
                      <w:vertAlign w:val="subscript"/>
                    </w:rPr>
                    <w:t>2</w:t>
                  </w:r>
                </w:p>
                <w:p w:rsidR="00D56625" w:rsidRPr="00D56625" w:rsidRDefault="00D56625" w:rsidP="00D56625">
                  <w:pPr>
                    <w:spacing w:line="216" w:lineRule="auto"/>
                    <w:rPr>
                      <w:b/>
                      <w:vertAlign w:val="subscript"/>
                    </w:rPr>
                  </w:pPr>
                  <w:r>
                    <w:rPr>
                      <w:rFonts w:ascii="Calibri" w:hAnsi="Calibri"/>
                      <w:b/>
                      <w:sz w:val="28"/>
                    </w:rPr>
                    <w:t xml:space="preserve">   </w:t>
                  </w:r>
                  <w:r>
                    <w:rPr>
                      <w:rFonts w:ascii="Calibri" w:hAnsi="Calibri"/>
                      <w:b/>
                      <w:sz w:val="28"/>
                    </w:rPr>
                    <w:t>▪</w:t>
                  </w:r>
                  <w:r>
                    <w:rPr>
                      <w:rFonts w:ascii="Calibri" w:hAnsi="Calibri"/>
                      <w:b/>
                      <w:sz w:val="28"/>
                    </w:rPr>
                    <w:t xml:space="preserve"> B</w:t>
                  </w:r>
                </w:p>
                <w:p w:rsidR="00D56625" w:rsidRPr="00D56625" w:rsidRDefault="00D56625" w:rsidP="00D56625">
                  <w:pPr>
                    <w:spacing w:line="216" w:lineRule="auto"/>
                    <w:rPr>
                      <w:b/>
                    </w:rPr>
                  </w:pPr>
                </w:p>
              </w:txbxContent>
            </v:textbox>
          </v:rect>
        </w:pict>
      </w:r>
    </w:p>
    <w:p w:rsidR="00023C37" w:rsidRPr="00D56625" w:rsidRDefault="00023C37" w:rsidP="00D56625">
      <w:pPr>
        <w:rPr>
          <w:rFonts w:ascii="Calibri" w:hAnsi="Calibri"/>
        </w:rPr>
      </w:pPr>
    </w:p>
    <w:p w:rsidR="00AF7E7A" w:rsidRDefault="00AF7E7A" w:rsidP="00023C37">
      <w:pPr>
        <w:ind w:left="3150"/>
        <w:rPr>
          <w:rFonts w:ascii="Calibri" w:hAnsi="Calibri"/>
        </w:rPr>
      </w:pPr>
    </w:p>
    <w:p w:rsidR="00AF7E7A" w:rsidRDefault="00AF7E7A" w:rsidP="00023C37">
      <w:pPr>
        <w:ind w:left="3150"/>
        <w:rPr>
          <w:rFonts w:ascii="Calibri" w:hAnsi="Calibri"/>
        </w:rPr>
      </w:pPr>
    </w:p>
    <w:p w:rsidR="00023C37" w:rsidRDefault="00023C37" w:rsidP="00A96D45">
      <w:pPr>
        <w:pBdr>
          <w:bottom w:val="single" w:sz="4" w:space="1" w:color="auto"/>
        </w:pBdr>
        <w:rPr>
          <w:rFonts w:ascii="Calibri" w:hAnsi="Calibri"/>
        </w:rPr>
      </w:pPr>
    </w:p>
    <w:p w:rsidR="00023C37" w:rsidRPr="00523F67" w:rsidRDefault="00523F67" w:rsidP="00864907">
      <w:pPr>
        <w:jc w:val="center"/>
        <w:rPr>
          <w:rFonts w:ascii="Calibri" w:hAnsi="Calibri"/>
          <w:b/>
          <w:i/>
          <w:sz w:val="36"/>
        </w:rPr>
      </w:pPr>
      <w:r>
        <w:rPr>
          <w:rFonts w:ascii="Calibri" w:hAnsi="Calibri"/>
          <w:b/>
          <w:i/>
          <w:sz w:val="36"/>
        </w:rPr>
        <w:t xml:space="preserve">How far do </w:t>
      </w:r>
      <w:r>
        <w:rPr>
          <w:rFonts w:ascii="Calibri" w:hAnsi="Calibri"/>
          <w:b/>
          <w:i/>
          <w:sz w:val="36"/>
          <w:u w:val="single"/>
        </w:rPr>
        <w:t>you</w:t>
      </w:r>
      <w:r>
        <w:rPr>
          <w:rFonts w:ascii="Calibri" w:hAnsi="Calibri"/>
          <w:b/>
          <w:i/>
          <w:sz w:val="36"/>
        </w:rPr>
        <w:t xml:space="preserve"> live from Muchin? CALCULATE IT!</w:t>
      </w:r>
      <w:r w:rsidR="00D56625">
        <w:rPr>
          <w:rFonts w:ascii="Calibri" w:hAnsi="Calibri"/>
          <w:b/>
          <w:i/>
          <w:sz w:val="36"/>
        </w:rPr>
        <w:t xml:space="preserve"> </w:t>
      </w:r>
      <w:r w:rsidR="00D56625" w:rsidRPr="00D56625">
        <w:rPr>
          <w:rFonts w:ascii="Calibri" w:hAnsi="Calibri"/>
          <w:i/>
        </w:rPr>
        <w:t>(FormA: optional)</w:t>
      </w:r>
    </w:p>
    <w:p w:rsidR="00945706" w:rsidRDefault="00864907" w:rsidP="00864907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Chicago is designed on a grid. You can think of State as the y-axis &amp; Madison as the x-axis. </w:t>
      </w:r>
      <w:r w:rsidR="00143799">
        <w:rPr>
          <w:rFonts w:ascii="Calibri" w:hAnsi="Calibri"/>
          <w:sz w:val="20"/>
        </w:rPr>
        <w:t>Your street address gives you one coordinate, with N</w:t>
      </w:r>
      <w:r w:rsidR="00945706">
        <w:rPr>
          <w:rFonts w:ascii="Calibri" w:hAnsi="Calibri"/>
          <w:sz w:val="20"/>
        </w:rPr>
        <w:t>orth</w:t>
      </w:r>
      <w:r w:rsidR="00143799">
        <w:rPr>
          <w:rFonts w:ascii="Calibri" w:hAnsi="Calibri"/>
          <w:sz w:val="20"/>
        </w:rPr>
        <w:t>/S</w:t>
      </w:r>
      <w:r w:rsidR="00945706">
        <w:rPr>
          <w:rFonts w:ascii="Calibri" w:hAnsi="Calibri"/>
          <w:sz w:val="20"/>
        </w:rPr>
        <w:t>outh</w:t>
      </w:r>
      <w:r w:rsidR="00143799">
        <w:rPr>
          <w:rFonts w:ascii="Calibri" w:hAnsi="Calibri"/>
          <w:sz w:val="20"/>
        </w:rPr>
        <w:t xml:space="preserve"> being positive/negative on the y-axis, and W</w:t>
      </w:r>
      <w:r w:rsidR="00945706">
        <w:rPr>
          <w:rFonts w:ascii="Calibri" w:hAnsi="Calibri"/>
          <w:sz w:val="20"/>
        </w:rPr>
        <w:t>est</w:t>
      </w:r>
      <w:r w:rsidR="00143799">
        <w:rPr>
          <w:rFonts w:ascii="Calibri" w:hAnsi="Calibri"/>
          <w:sz w:val="20"/>
        </w:rPr>
        <w:t>/E</w:t>
      </w:r>
      <w:r w:rsidR="00945706">
        <w:rPr>
          <w:rFonts w:ascii="Calibri" w:hAnsi="Calibri"/>
          <w:sz w:val="20"/>
        </w:rPr>
        <w:t>ast</w:t>
      </w:r>
      <w:r w:rsidR="00143799">
        <w:rPr>
          <w:rFonts w:ascii="Calibri" w:hAnsi="Calibri"/>
          <w:sz w:val="20"/>
        </w:rPr>
        <w:t xml:space="preserve"> being positive/negative on the x-axis. For example, University of Chicago is at </w:t>
      </w:r>
      <w:r w:rsidR="00143799" w:rsidRPr="00143799">
        <w:rPr>
          <w:rFonts w:ascii="Calibri" w:hAnsi="Calibri"/>
          <w:sz w:val="20"/>
        </w:rPr>
        <w:t>5801 South Ellis Avenue</w:t>
      </w:r>
      <w:r w:rsidR="00143799">
        <w:rPr>
          <w:rFonts w:ascii="Calibri" w:hAnsi="Calibri"/>
          <w:sz w:val="20"/>
        </w:rPr>
        <w:t xml:space="preserve">. 5800 S means the y coordinate is – 5800. The street gives the other coordinate, which you can find at </w:t>
      </w:r>
      <w:hyperlink r:id="rId11" w:history="1">
        <w:r w:rsidR="00143799" w:rsidRPr="00143799">
          <w:rPr>
            <w:rStyle w:val="Hyperlink"/>
            <w:rFonts w:ascii="Calibri" w:hAnsi="Calibri"/>
            <w:sz w:val="20"/>
          </w:rPr>
          <w:t>j.mp/chicagogrid1</w:t>
        </w:r>
      </w:hyperlink>
      <w:r w:rsidR="00143799">
        <w:rPr>
          <w:rFonts w:ascii="Calibri" w:hAnsi="Calibri"/>
          <w:sz w:val="20"/>
        </w:rPr>
        <w:t xml:space="preserve">. </w:t>
      </w:r>
      <w:r w:rsidR="00945706">
        <w:rPr>
          <w:rFonts w:ascii="Calibri" w:hAnsi="Calibri"/>
          <w:sz w:val="20"/>
        </w:rPr>
        <w:t xml:space="preserve">Clicking </w:t>
      </w:r>
      <w:r w:rsidR="00523F67">
        <w:rPr>
          <w:rFonts w:ascii="Calibri" w:hAnsi="Calibri"/>
          <w:sz w:val="20"/>
        </w:rPr>
        <w:t>“</w:t>
      </w:r>
      <w:r w:rsidR="00945706">
        <w:rPr>
          <w:rFonts w:ascii="Calibri" w:hAnsi="Calibri"/>
          <w:sz w:val="20"/>
        </w:rPr>
        <w:t>E</w:t>
      </w:r>
      <w:r w:rsidR="00523F67">
        <w:rPr>
          <w:rFonts w:ascii="Calibri" w:hAnsi="Calibri"/>
          <w:sz w:val="20"/>
        </w:rPr>
        <w:t>”</w:t>
      </w:r>
      <w:r w:rsidR="00945706">
        <w:rPr>
          <w:rFonts w:ascii="Calibri" w:hAnsi="Calibri"/>
          <w:sz w:val="20"/>
        </w:rPr>
        <w:t xml:space="preserve"> shows that Ellis Ave S is at 954 E. East means the x coordinate is positive, so U of C is at (954, – 5800). Using this, you can find the coordinate distance between any two points in Chicago. (To find the distance in miles, divide this number by 800 – if you want to understand why, visit </w:t>
      </w:r>
      <w:hyperlink r:id="rId12" w:history="1">
        <w:r w:rsidR="00945706">
          <w:rPr>
            <w:rStyle w:val="Hyperlink"/>
            <w:rFonts w:ascii="Calibri" w:hAnsi="Calibri"/>
            <w:sz w:val="20"/>
          </w:rPr>
          <w:t>j.mp/chicagogrid2</w:t>
        </w:r>
      </w:hyperlink>
      <w:r w:rsidR="00945706">
        <w:rPr>
          <w:rFonts w:ascii="Calibri" w:hAnsi="Calibri"/>
          <w:sz w:val="20"/>
        </w:rPr>
        <w:t>.)</w:t>
      </w:r>
    </w:p>
    <w:p w:rsidR="00945706" w:rsidRPr="00A96D45" w:rsidRDefault="00945706" w:rsidP="00864907">
      <w:pPr>
        <w:rPr>
          <w:rFonts w:ascii="Calibri" w:hAnsi="Calibri"/>
          <w:sz w:val="10"/>
        </w:rPr>
      </w:pPr>
    </w:p>
    <w:p w:rsidR="00143799" w:rsidRPr="00945706" w:rsidRDefault="00945706" w:rsidP="00864907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On graph paper, write down your address or a Chicago address of your choice (</w:t>
      </w:r>
      <w:r>
        <w:rPr>
          <w:rFonts w:ascii="Calibri" w:hAnsi="Calibri"/>
          <w:sz w:val="20"/>
          <w:u w:val="single"/>
        </w:rPr>
        <w:t>not</w:t>
      </w:r>
      <w:r>
        <w:rPr>
          <w:rFonts w:ascii="Calibri" w:hAnsi="Calibri"/>
          <w:sz w:val="20"/>
        </w:rPr>
        <w:t xml:space="preserve"> an address of another Muchin student or one they used). Then find the coordinates of this address. Finally, calculate the distance between your house and State &amp; Madison (0, 0). Let’s find out who </w:t>
      </w:r>
      <w:r>
        <w:rPr>
          <w:rFonts w:ascii="Calibri" w:hAnsi="Calibri"/>
          <w:sz w:val="20"/>
          <w:u w:val="single"/>
        </w:rPr>
        <w:t>really</w:t>
      </w:r>
      <w:r>
        <w:rPr>
          <w:rFonts w:ascii="Calibri" w:hAnsi="Calibri"/>
          <w:sz w:val="20"/>
        </w:rPr>
        <w:t xml:space="preserve"> lives the farthest from Muchin!</w:t>
      </w:r>
    </w:p>
    <w:p w:rsidR="00023C37" w:rsidRPr="00A96D45" w:rsidRDefault="00023C37" w:rsidP="00945706">
      <w:pPr>
        <w:pBdr>
          <w:bottom w:val="single" w:sz="6" w:space="1" w:color="auto"/>
        </w:pBdr>
        <w:rPr>
          <w:rFonts w:ascii="Calibri" w:hAnsi="Calibri"/>
          <w:sz w:val="12"/>
        </w:rPr>
      </w:pPr>
    </w:p>
    <w:p w:rsidR="00864907" w:rsidRPr="00924DB7" w:rsidRDefault="00864907" w:rsidP="00945706">
      <w:pPr>
        <w:jc w:val="center"/>
        <w:rPr>
          <w:rFonts w:ascii="Calibri" w:hAnsi="Calibri"/>
          <w:b/>
          <w:i/>
          <w:smallCaps/>
          <w:sz w:val="36"/>
        </w:rPr>
      </w:pPr>
      <w:r w:rsidRPr="00924DB7">
        <w:rPr>
          <w:rFonts w:ascii="Calibri" w:hAnsi="Calibri"/>
          <w:b/>
          <w:i/>
          <w:smallCaps/>
          <w:sz w:val="36"/>
        </w:rPr>
        <w:t>Exploration &amp; Review</w:t>
      </w:r>
    </w:p>
    <w:p w:rsidR="00FC355B" w:rsidRPr="00945706" w:rsidRDefault="00FC355B" w:rsidP="00FC355B">
      <w:pPr>
        <w:rPr>
          <w:rFonts w:ascii="Calibri" w:hAnsi="Calibri"/>
          <w:sz w:val="20"/>
        </w:rPr>
      </w:pPr>
      <w:r w:rsidRPr="00945706">
        <w:rPr>
          <w:rFonts w:ascii="Calibri" w:hAnsi="Calibri"/>
          <w:sz w:val="20"/>
        </w:rPr>
        <w:t xml:space="preserve">Solve all of the problems on a piece of paper </w:t>
      </w:r>
      <w:r w:rsidRPr="00945706">
        <w:rPr>
          <w:rFonts w:ascii="Calibri" w:hAnsi="Calibri"/>
          <w:b/>
          <w:i/>
          <w:sz w:val="20"/>
          <w:u w:val="single"/>
        </w:rPr>
        <w:t>STAPLED TO YOUR HOMEWORK.</w:t>
      </w:r>
      <w:r w:rsidRPr="00945706">
        <w:rPr>
          <w:rFonts w:ascii="Calibri" w:hAnsi="Calibri"/>
          <w:b/>
          <w:i/>
          <w:sz w:val="20"/>
        </w:rPr>
        <w:t xml:space="preserve">  </w:t>
      </w:r>
      <w:r w:rsidRPr="00945706">
        <w:rPr>
          <w:rFonts w:ascii="Calibri" w:hAnsi="Calibri"/>
          <w:sz w:val="20"/>
        </w:rPr>
        <w:t xml:space="preserve">If you are stuck and cannot answer a question, write at least </w:t>
      </w:r>
      <w:r w:rsidR="00D56625">
        <w:rPr>
          <w:rFonts w:ascii="Calibri" w:hAnsi="Calibri"/>
          <w:sz w:val="20"/>
        </w:rPr>
        <w:t>t</w:t>
      </w:r>
      <w:r w:rsidRPr="00945706">
        <w:rPr>
          <w:rFonts w:ascii="Calibri" w:hAnsi="Calibri"/>
          <w:sz w:val="20"/>
        </w:rPr>
        <w:t xml:space="preserve"> complete sentences about the problem and what you </w:t>
      </w:r>
      <w:r w:rsidRPr="00945706">
        <w:rPr>
          <w:rFonts w:ascii="Calibri" w:hAnsi="Calibri"/>
          <w:b/>
          <w:i/>
          <w:sz w:val="20"/>
        </w:rPr>
        <w:t>do</w:t>
      </w:r>
      <w:r w:rsidRPr="00945706">
        <w:rPr>
          <w:rFonts w:ascii="Calibri" w:hAnsi="Calibri"/>
          <w:sz w:val="20"/>
        </w:rPr>
        <w:t xml:space="preserve"> know.  Use at least one of the sentence starters below:</w:t>
      </w:r>
    </w:p>
    <w:p w:rsidR="00FC355B" w:rsidRPr="00FA056E" w:rsidRDefault="00FC355B" w:rsidP="00945706">
      <w:pPr>
        <w:numPr>
          <w:ilvl w:val="0"/>
          <w:numId w:val="3"/>
        </w:numPr>
        <w:contextualSpacing/>
        <w:rPr>
          <w:rFonts w:ascii="Calibri" w:hAnsi="Calibri"/>
        </w:rPr>
      </w:pPr>
      <w:r w:rsidRPr="00FA056E">
        <w:rPr>
          <w:rFonts w:ascii="Calibri" w:hAnsi="Calibri"/>
        </w:rPr>
        <w:t>Even though I am stuck, I do know…and I think I should…because…</w:t>
      </w:r>
    </w:p>
    <w:p w:rsidR="00FC355B" w:rsidRPr="00FA056E" w:rsidRDefault="00FC355B" w:rsidP="00945706">
      <w:pPr>
        <w:numPr>
          <w:ilvl w:val="0"/>
          <w:numId w:val="3"/>
        </w:numPr>
        <w:contextualSpacing/>
        <w:rPr>
          <w:rFonts w:ascii="Calibri" w:hAnsi="Calibri"/>
        </w:rPr>
      </w:pPr>
      <w:r w:rsidRPr="00FA056E">
        <w:rPr>
          <w:rFonts w:ascii="Calibri" w:hAnsi="Calibri"/>
        </w:rPr>
        <w:t>I am stuck because I do not know what _____ means.  I think it means…so I tried…</w:t>
      </w:r>
    </w:p>
    <w:p w:rsidR="00FC355B" w:rsidRPr="00FA056E" w:rsidRDefault="00FC355B" w:rsidP="00945706">
      <w:pPr>
        <w:numPr>
          <w:ilvl w:val="0"/>
          <w:numId w:val="3"/>
        </w:numPr>
        <w:contextualSpacing/>
        <w:rPr>
          <w:rFonts w:ascii="Calibri" w:hAnsi="Calibri"/>
        </w:rPr>
      </w:pPr>
      <w:r w:rsidRPr="00FA056E">
        <w:rPr>
          <w:rFonts w:ascii="Calibri" w:hAnsi="Calibri"/>
        </w:rPr>
        <w:t>I got this answer but I think it is wrong because…</w:t>
      </w:r>
    </w:p>
    <w:p w:rsidR="00FC355B" w:rsidRPr="00945706" w:rsidRDefault="00FC355B" w:rsidP="00FC355B">
      <w:pPr>
        <w:rPr>
          <w:rFonts w:ascii="Calibri" w:hAnsi="Calibri"/>
          <w:sz w:val="8"/>
        </w:rPr>
      </w:pPr>
    </w:p>
    <w:p w:rsidR="00FC355B" w:rsidRPr="00FA056E" w:rsidRDefault="00FC355B" w:rsidP="00FC355B">
      <w:pPr>
        <w:rPr>
          <w:rFonts w:ascii="Calibri" w:hAnsi="Calibri"/>
          <w:i/>
        </w:rPr>
      </w:pPr>
      <w:r w:rsidRPr="00FA056E">
        <w:rPr>
          <w:rFonts w:ascii="Calibri" w:hAnsi="Calibri"/>
          <w:i/>
        </w:rPr>
        <w:t>Remember that you can always use old notes, a dictionary, math textbook, and/or look up topics online!</w:t>
      </w:r>
    </w:p>
    <w:p w:rsidR="00FC355B" w:rsidRPr="00945706" w:rsidRDefault="00FC355B" w:rsidP="00FC355B">
      <w:pPr>
        <w:rPr>
          <w:rFonts w:ascii="Calibri" w:hAnsi="Calibri"/>
          <w:sz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FC355B" w:rsidTr="00BD0F5B">
        <w:tc>
          <w:tcPr>
            <w:tcW w:w="11016" w:type="dxa"/>
            <w:shd w:val="clear" w:color="auto" w:fill="auto"/>
          </w:tcPr>
          <w:p w:rsidR="00FC355B" w:rsidRPr="00FA056E" w:rsidRDefault="00D56625" w:rsidP="00BD0F5B">
            <w:pPr>
              <w:rPr>
                <w:rFonts w:ascii="Calibri" w:hAnsi="Calibri"/>
              </w:rPr>
            </w:pPr>
            <w:r w:rsidRPr="00D56625">
              <w:rPr>
                <w:rFonts w:ascii="Calibri" w:hAnsi="Calibri"/>
                <w:noProof/>
              </w:rPr>
              <w:drawing>
                <wp:anchor distT="0" distB="0" distL="114300" distR="114300" simplePos="0" relativeHeight="251656192" behindDoc="1" locked="0" layoutInCell="1" allowOverlap="1" wp14:anchorId="349D6045" wp14:editId="1482F9D5">
                  <wp:simplePos x="0" y="0"/>
                  <wp:positionH relativeFrom="column">
                    <wp:posOffset>2487880</wp:posOffset>
                  </wp:positionH>
                  <wp:positionV relativeFrom="paragraph">
                    <wp:posOffset>556021</wp:posOffset>
                  </wp:positionV>
                  <wp:extent cx="3287445" cy="706476"/>
                  <wp:effectExtent l="0" t="0" r="0" b="0"/>
                  <wp:wrapTight wrapText="bothSides">
                    <wp:wrapPolygon edited="0">
                      <wp:start x="0" y="0"/>
                      <wp:lineTo x="0" y="20978"/>
                      <wp:lineTo x="21404" y="20978"/>
                      <wp:lineTo x="21404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6672" cy="708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355B" w:rsidRPr="00FA056E">
              <w:rPr>
                <w:rFonts w:ascii="Calibri" w:hAnsi="Calibri"/>
              </w:rPr>
              <w:t xml:space="preserve">1) Chase began a number puzzle with the words “Pick a number, add 7 to it, and double the result.” Chase meant to say, “Pick a number, double it, and add 7 to the result.” Are these two instructions equivalent? </w:t>
            </w:r>
            <w:r>
              <w:rPr>
                <w:rFonts w:ascii="Calibri" w:hAnsi="Calibri"/>
              </w:rPr>
              <w:t>Make a chart (like below) to test it, then write a sentence explaining if the instructions mean the same thing. (Don’t forget PEMDAS / GEMAS order of operations!</w:t>
            </w:r>
          </w:p>
          <w:p w:rsidR="00FC355B" w:rsidRDefault="00FC355B" w:rsidP="00BD0F5B">
            <w:pPr>
              <w:rPr>
                <w:rFonts w:ascii="Calibri" w:hAnsi="Calibri"/>
              </w:rPr>
            </w:pPr>
          </w:p>
          <w:p w:rsidR="00D56625" w:rsidRPr="00FA056E" w:rsidRDefault="00D56625" w:rsidP="00BD0F5B">
            <w:pPr>
              <w:rPr>
                <w:rFonts w:ascii="Calibri" w:hAnsi="Calibri"/>
              </w:rPr>
            </w:pPr>
          </w:p>
        </w:tc>
      </w:tr>
      <w:tr w:rsidR="00FC355B" w:rsidTr="00BD0F5B">
        <w:tc>
          <w:tcPr>
            <w:tcW w:w="11016" w:type="dxa"/>
            <w:shd w:val="clear" w:color="auto" w:fill="auto"/>
          </w:tcPr>
          <w:p w:rsidR="00FC355B" w:rsidRPr="007468D1" w:rsidRDefault="00FC355B" w:rsidP="00BD0F5B">
            <w:pPr>
              <w:rPr>
                <w:rFonts w:ascii="Calibri" w:hAnsi="Calibri"/>
                <w:sz w:val="21"/>
                <w:szCs w:val="21"/>
              </w:rPr>
            </w:pPr>
            <w:r w:rsidRPr="007468D1">
              <w:rPr>
                <w:rFonts w:ascii="Calibri" w:hAnsi="Calibri"/>
                <w:sz w:val="21"/>
                <w:szCs w:val="21"/>
              </w:rPr>
              <w:t>2) The Mount Major hike starts in Alton Bay, 716 feet above sea level. The summit is 1796 feet above sea level, and it takes about 45 minutes for a typical hiker to make the climb. Find the rate at which this hiker gains altitude, in feet per minute.</w:t>
            </w:r>
          </w:p>
          <w:p w:rsidR="00FC355B" w:rsidRPr="00FA056E" w:rsidRDefault="00A96D45" w:rsidP="00BD0F5B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rect id="_x0000_s1032" style="position:absolute;margin-left:309.05pt;margin-top:13.1pt;width:61.7pt;height:31.8pt;z-index:251665408" strokecolor="white [3212]"/>
              </w:pict>
            </w:r>
            <w:r w:rsidR="00FC355B" w:rsidRPr="00FA056E">
              <w:rPr>
                <w:rFonts w:ascii="Calibri" w:hAnsi="Calibri"/>
              </w:rPr>
              <w:t>a. Draw a picture of the Mount Major hike, labeling all distances.</w:t>
            </w:r>
          </w:p>
          <w:p w:rsidR="00FC355B" w:rsidRDefault="00D56625" w:rsidP="00BD0F5B">
            <w:pPr>
              <w:rPr>
                <w:rFonts w:ascii="Calibri" w:hAnsi="Calibri"/>
              </w:rPr>
            </w:pPr>
            <w:r w:rsidRPr="00D56625">
              <w:rPr>
                <w:rFonts w:ascii="Calibri" w:hAnsi="Calibri"/>
                <w:noProof/>
              </w:rPr>
              <w:drawing>
                <wp:anchor distT="0" distB="0" distL="114300" distR="114300" simplePos="0" relativeHeight="251661312" behindDoc="1" locked="0" layoutInCell="1" allowOverlap="1" wp14:anchorId="12B45E3C" wp14:editId="2C8FD5DA">
                  <wp:simplePos x="0" y="0"/>
                  <wp:positionH relativeFrom="column">
                    <wp:posOffset>4049008</wp:posOffset>
                  </wp:positionH>
                  <wp:positionV relativeFrom="paragraph">
                    <wp:posOffset>8824</wp:posOffset>
                  </wp:positionV>
                  <wp:extent cx="1704340" cy="1248410"/>
                  <wp:effectExtent l="0" t="0" r="0" b="0"/>
                  <wp:wrapTight wrapText="bothSides">
                    <wp:wrapPolygon edited="0">
                      <wp:start x="0" y="0"/>
                      <wp:lineTo x="0" y="21424"/>
                      <wp:lineTo x="21246" y="21424"/>
                      <wp:lineTo x="21246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340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355B" w:rsidRPr="00FA056E">
              <w:rPr>
                <w:rFonts w:ascii="Calibri" w:hAnsi="Calibri"/>
              </w:rPr>
              <w:t>b. Find the rate in FEET per MINUTE (represent as a fraction).</w:t>
            </w:r>
            <w:r>
              <w:rPr>
                <w:rFonts w:ascii="Calibri" w:hAnsi="Calibri"/>
              </w:rPr>
              <w:t xml:space="preserve"> </w:t>
            </w:r>
          </w:p>
          <w:p w:rsidR="00D56625" w:rsidRPr="00FA056E" w:rsidRDefault="00D56625" w:rsidP="00BD0F5B">
            <w:pPr>
              <w:rPr>
                <w:rFonts w:ascii="Calibri" w:hAnsi="Calibri"/>
              </w:rPr>
            </w:pPr>
            <w:r w:rsidRPr="00D56625">
              <w:rPr>
                <w:rFonts w:ascii="Calibri" w:hAnsi="Calibri"/>
                <w:noProof/>
              </w:rPr>
              <w:drawing>
                <wp:inline distT="0" distB="0" distL="0" distR="0">
                  <wp:extent cx="2873828" cy="1001777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0720" cy="1007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355B" w:rsidRPr="00945706" w:rsidRDefault="00FC355B" w:rsidP="00945706">
      <w:pPr>
        <w:rPr>
          <w:sz w:val="2"/>
        </w:rPr>
      </w:pPr>
    </w:p>
    <w:sectPr w:rsidR="00FC355B" w:rsidRPr="00945706" w:rsidSect="008D1D28">
      <w:footerReference w:type="default" r:id="rId16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B0D" w:rsidRDefault="00461B0D" w:rsidP="004A1C66">
      <w:r>
        <w:separator/>
      </w:r>
    </w:p>
  </w:endnote>
  <w:endnote w:type="continuationSeparator" w:id="0">
    <w:p w:rsidR="00461B0D" w:rsidRDefault="00461B0D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B0D" w:rsidRDefault="00461B0D" w:rsidP="004A1C66">
      <w:r>
        <w:separator/>
      </w:r>
    </w:p>
  </w:footnote>
  <w:footnote w:type="continuationSeparator" w:id="0">
    <w:p w:rsidR="00461B0D" w:rsidRDefault="00461B0D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87A8C"/>
    <w:multiLevelType w:val="hybridMultilevel"/>
    <w:tmpl w:val="CD9A1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36727"/>
    <w:multiLevelType w:val="hybridMultilevel"/>
    <w:tmpl w:val="D402F762"/>
    <w:lvl w:ilvl="0" w:tplc="B9E28CD2">
      <w:start w:val="1"/>
      <w:numFmt w:val="lowerLetter"/>
      <w:lvlText w:val="%1)"/>
      <w:lvlJc w:val="left"/>
      <w:pPr>
        <w:ind w:left="3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30" w:hanging="360"/>
      </w:pPr>
    </w:lvl>
    <w:lvl w:ilvl="2" w:tplc="0409001B" w:tentative="1">
      <w:start w:val="1"/>
      <w:numFmt w:val="lowerRoman"/>
      <w:lvlText w:val="%3."/>
      <w:lvlJc w:val="right"/>
      <w:pPr>
        <w:ind w:left="4950" w:hanging="180"/>
      </w:pPr>
    </w:lvl>
    <w:lvl w:ilvl="3" w:tplc="0409000F" w:tentative="1">
      <w:start w:val="1"/>
      <w:numFmt w:val="decimal"/>
      <w:lvlText w:val="%4."/>
      <w:lvlJc w:val="left"/>
      <w:pPr>
        <w:ind w:left="5670" w:hanging="360"/>
      </w:pPr>
    </w:lvl>
    <w:lvl w:ilvl="4" w:tplc="04090019" w:tentative="1">
      <w:start w:val="1"/>
      <w:numFmt w:val="lowerLetter"/>
      <w:lvlText w:val="%5."/>
      <w:lvlJc w:val="left"/>
      <w:pPr>
        <w:ind w:left="6390" w:hanging="360"/>
      </w:pPr>
    </w:lvl>
    <w:lvl w:ilvl="5" w:tplc="0409001B" w:tentative="1">
      <w:start w:val="1"/>
      <w:numFmt w:val="lowerRoman"/>
      <w:lvlText w:val="%6."/>
      <w:lvlJc w:val="right"/>
      <w:pPr>
        <w:ind w:left="7110" w:hanging="180"/>
      </w:pPr>
    </w:lvl>
    <w:lvl w:ilvl="6" w:tplc="0409000F" w:tentative="1">
      <w:start w:val="1"/>
      <w:numFmt w:val="decimal"/>
      <w:lvlText w:val="%7."/>
      <w:lvlJc w:val="left"/>
      <w:pPr>
        <w:ind w:left="7830" w:hanging="360"/>
      </w:pPr>
    </w:lvl>
    <w:lvl w:ilvl="7" w:tplc="04090019" w:tentative="1">
      <w:start w:val="1"/>
      <w:numFmt w:val="lowerLetter"/>
      <w:lvlText w:val="%8."/>
      <w:lvlJc w:val="left"/>
      <w:pPr>
        <w:ind w:left="8550" w:hanging="360"/>
      </w:pPr>
    </w:lvl>
    <w:lvl w:ilvl="8" w:tplc="040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2">
    <w:nsid w:val="46670F6F"/>
    <w:multiLevelType w:val="hybridMultilevel"/>
    <w:tmpl w:val="2A94F5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E070C"/>
    <w:multiLevelType w:val="hybridMultilevel"/>
    <w:tmpl w:val="5A305B9E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C232E"/>
    <w:multiLevelType w:val="hybridMultilevel"/>
    <w:tmpl w:val="6216801A"/>
    <w:lvl w:ilvl="0" w:tplc="C1A0CE20">
      <w:start w:val="1"/>
      <w:numFmt w:val="lowerLetter"/>
      <w:lvlText w:val="%1)"/>
      <w:lvlJc w:val="left"/>
      <w:pPr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ind w:left="9630" w:hanging="180"/>
      </w:pPr>
    </w:lvl>
  </w:abstractNum>
  <w:abstractNum w:abstractNumId="6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CD6"/>
    <w:rsid w:val="00023C37"/>
    <w:rsid w:val="000248E2"/>
    <w:rsid w:val="00134D09"/>
    <w:rsid w:val="00143799"/>
    <w:rsid w:val="001B0A83"/>
    <w:rsid w:val="001C5B15"/>
    <w:rsid w:val="00242D79"/>
    <w:rsid w:val="00290E04"/>
    <w:rsid w:val="002F312C"/>
    <w:rsid w:val="00383313"/>
    <w:rsid w:val="003B785F"/>
    <w:rsid w:val="00427CD6"/>
    <w:rsid w:val="004560E9"/>
    <w:rsid w:val="00461B0D"/>
    <w:rsid w:val="004A1C66"/>
    <w:rsid w:val="004B270D"/>
    <w:rsid w:val="004D05E9"/>
    <w:rsid w:val="004E6D2D"/>
    <w:rsid w:val="004F6E86"/>
    <w:rsid w:val="00523F67"/>
    <w:rsid w:val="005666CA"/>
    <w:rsid w:val="005867BE"/>
    <w:rsid w:val="00587EBD"/>
    <w:rsid w:val="005F6787"/>
    <w:rsid w:val="00635C2C"/>
    <w:rsid w:val="0065474E"/>
    <w:rsid w:val="00663BB8"/>
    <w:rsid w:val="0066796F"/>
    <w:rsid w:val="00674044"/>
    <w:rsid w:val="006D24AE"/>
    <w:rsid w:val="006F5A5F"/>
    <w:rsid w:val="007B19AE"/>
    <w:rsid w:val="00846041"/>
    <w:rsid w:val="00864907"/>
    <w:rsid w:val="008D1D28"/>
    <w:rsid w:val="00934081"/>
    <w:rsid w:val="00945706"/>
    <w:rsid w:val="00995E8D"/>
    <w:rsid w:val="009B59F1"/>
    <w:rsid w:val="009C2C0D"/>
    <w:rsid w:val="009F11A5"/>
    <w:rsid w:val="009F629F"/>
    <w:rsid w:val="00A53F6B"/>
    <w:rsid w:val="00A96987"/>
    <w:rsid w:val="00A96D45"/>
    <w:rsid w:val="00AF7E7A"/>
    <w:rsid w:val="00B53200"/>
    <w:rsid w:val="00CE4705"/>
    <w:rsid w:val="00CF575F"/>
    <w:rsid w:val="00D56625"/>
    <w:rsid w:val="00DD6332"/>
    <w:rsid w:val="00E37809"/>
    <w:rsid w:val="00E5621B"/>
    <w:rsid w:val="00E5698E"/>
    <w:rsid w:val="00E973E4"/>
    <w:rsid w:val="00ED05F2"/>
    <w:rsid w:val="00F547F8"/>
    <w:rsid w:val="00F912F7"/>
    <w:rsid w:val="00FC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5:docId w15:val="{13E4C186-6153-4816-9B85-3BD81CE3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379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66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66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66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66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66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j.mp/chicagogrid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j.mp/chicagogrid1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6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tg\Documents\Dropbox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12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Tienou-Gustafson, Darrell</dc:creator>
  <cp:lastModifiedBy>Tienou-Gustafson, Darrell</cp:lastModifiedBy>
  <cp:revision>3</cp:revision>
  <cp:lastPrinted>2015-01-23T14:32:00Z</cp:lastPrinted>
  <dcterms:created xsi:type="dcterms:W3CDTF">2015-01-23T14:31:00Z</dcterms:created>
  <dcterms:modified xsi:type="dcterms:W3CDTF">2015-01-23T15:43:00Z</dcterms:modified>
</cp:coreProperties>
</file>